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  <w:bCs/>
        </w:rPr>
        <w:t xml:space="preserve">Дисциплина          Физическая культура. </w:t>
      </w:r>
      <w:bookmarkStart w:id="0" w:name="_GoBack"/>
      <w:bookmarkEnd w:id="0"/>
      <w:r w:rsidRPr="00802C0B">
        <w:rPr>
          <w:rFonts w:ascii="Times New Roman CYR" w:hAnsi="Times New Roman CYR" w:cs="Times New Roman CYR"/>
          <w:b/>
          <w:bCs/>
        </w:rPr>
        <w:tab/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802C0B">
        <w:rPr>
          <w:rFonts w:ascii="Times New Roman CYR" w:hAnsi="Times New Roman CYR" w:cs="Times New Roman CYR"/>
          <w:b/>
          <w:bCs/>
        </w:rPr>
        <w:t xml:space="preserve">       1. Малоподвижный образ жизни человека называется?</w:t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</w:rPr>
        <w:t xml:space="preserve">       1. гидрофобия</w:t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</w:rPr>
        <w:t xml:space="preserve">       2. гипертония</w:t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</w:rPr>
        <w:t xml:space="preserve">       3. кретинизм</w:t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</w:rPr>
        <w:t xml:space="preserve">       4. авитаминоз</w:t>
      </w:r>
    </w:p>
    <w:p w:rsidR="00F64256" w:rsidRPr="00802C0B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802C0B">
        <w:rPr>
          <w:rFonts w:ascii="Times New Roman CYR" w:hAnsi="Times New Roman CYR" w:cs="Times New Roman CYR"/>
          <w:b/>
        </w:rPr>
        <w:t>П-  5. гиподинамия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2. Для профилактики анемии надо употреблять продукты: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1. медьсодержащие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П-     </w:t>
      </w:r>
      <w:r w:rsidRPr="00B620B5">
        <w:rPr>
          <w:rFonts w:ascii="Times New Roman CYR" w:hAnsi="Times New Roman CYR" w:cs="Times New Roman CYR"/>
          <w:b/>
        </w:rPr>
        <w:t>2. железосодержащие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3. витамины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4. кальцийсодержащие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5. белоксодержащие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3. "Меланхолик" по классификации Гиппократа соответствует следующему типу ВНД по Павлову: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П-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</w:t>
      </w:r>
      <w:r w:rsidRPr="00B620B5">
        <w:rPr>
          <w:rFonts w:ascii="Times New Roman CYR" w:hAnsi="Times New Roman CYR" w:cs="Times New Roman CYR"/>
          <w:b/>
        </w:rPr>
        <w:t>1. спокойному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2</w:t>
      </w:r>
      <w:r>
        <w:rPr>
          <w:rFonts w:ascii="Times New Roman CYR" w:hAnsi="Times New Roman CYR" w:cs="Times New Roman CYR"/>
          <w:b/>
        </w:rPr>
        <w:t xml:space="preserve"> .</w:t>
      </w:r>
      <w:r w:rsidRPr="00B620B5">
        <w:rPr>
          <w:rFonts w:ascii="Times New Roman CYR" w:hAnsi="Times New Roman CYR" w:cs="Times New Roman CYR"/>
          <w:b/>
        </w:rPr>
        <w:t>слабому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 xml:space="preserve"> 3. живому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 xml:space="preserve"> 4. сильному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 xml:space="preserve"> 5. безудержному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4. Правильная осанка формируется: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1. под влиянием температуры и влажности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2. при отсутствии физических упражнений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3. под влиянием сна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П-    </w:t>
      </w:r>
      <w:r w:rsidRPr="00B620B5">
        <w:rPr>
          <w:rFonts w:ascii="Times New Roman CYR" w:hAnsi="Times New Roman CYR" w:cs="Times New Roman CYR"/>
          <w:b/>
        </w:rPr>
        <w:t>4. при контроле за правильным положением тела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5. сама по себе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6. Акселерацией называется: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П-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</w:t>
      </w:r>
      <w:r w:rsidRPr="00B620B5">
        <w:rPr>
          <w:rFonts w:ascii="Times New Roman CYR" w:hAnsi="Times New Roman CYR" w:cs="Times New Roman CYR"/>
          <w:b/>
        </w:rPr>
        <w:t>1. рост и развитие детей на 1-2 года опережает биологический возраст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2. замедленное развитие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3. позднее достижение половой зрелости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4. равномерный рост и развитие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5. замедление процесса роста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7. Темперамент, при котором наблюдается неуверенность в себе, малообщительность, глубокие переживания незначительных событий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1. холерический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2. флегматический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3. сангвинический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П-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</w:t>
      </w:r>
      <w:r w:rsidRPr="00B620B5">
        <w:rPr>
          <w:rFonts w:ascii="Times New Roman CYR" w:hAnsi="Times New Roman CYR" w:cs="Times New Roman CYR"/>
          <w:b/>
        </w:rPr>
        <w:t>4. меланхолический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5. смешанный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8. Гиподинамия способствует отложению жира в запас, т.к.: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П-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</w:t>
      </w:r>
      <w:r w:rsidRPr="00B620B5">
        <w:rPr>
          <w:rFonts w:ascii="Times New Roman CYR" w:hAnsi="Times New Roman CYR" w:cs="Times New Roman CYR"/>
          <w:b/>
        </w:rPr>
        <w:t>1. расходуется мало энергии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2. развивается атеросклероз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3. снижается устойчивость к инфекциям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4. происходит перестройка кости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5. не переваривается пищевая масса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 9. Наука, изучающая здоровье здоровых людей: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1. социология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2. политология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3. хирургия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П-    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</w:t>
      </w:r>
      <w:r w:rsidRPr="00B620B5">
        <w:rPr>
          <w:rFonts w:ascii="Times New Roman CYR" w:hAnsi="Times New Roman CYR" w:cs="Times New Roman CYR"/>
          <w:b/>
        </w:rPr>
        <w:t>4. валеология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 </w:t>
      </w:r>
      <w:r w:rsidRPr="00B620B5">
        <w:rPr>
          <w:rFonts w:ascii="Times New Roman CYR" w:hAnsi="Times New Roman CYR" w:cs="Times New Roman CYR"/>
          <w:b/>
        </w:rPr>
        <w:t>5. цитология</w:t>
      </w:r>
    </w:p>
    <w:p w:rsidR="00F64256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10. Основатель науки "Валеология"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1. Гиппократ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П- 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</w:t>
      </w:r>
      <w:r w:rsidRPr="00B620B5">
        <w:rPr>
          <w:rFonts w:ascii="Times New Roman CYR" w:hAnsi="Times New Roman CYR" w:cs="Times New Roman CYR"/>
          <w:b/>
        </w:rPr>
        <w:t>2. Брехман И.И.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>3. Иванов П.К.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4. Семашко И.П.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5. Столбов В.В.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 w:rsidRPr="00B620B5">
        <w:rPr>
          <w:rFonts w:ascii="Times New Roman CYR" w:hAnsi="Times New Roman CYR" w:cs="Times New Roman CYR"/>
          <w:b/>
          <w:bCs/>
        </w:rPr>
        <w:t xml:space="preserve"> 11. Иммунитет - это?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П- </w:t>
      </w: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</w:t>
      </w:r>
      <w:r w:rsidRPr="00B620B5">
        <w:rPr>
          <w:rFonts w:ascii="Times New Roman CYR" w:hAnsi="Times New Roman CYR" w:cs="Times New Roman CYR"/>
          <w:b/>
        </w:rPr>
        <w:t>1. защитные свойства организма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2. предупредительные прививки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3. белые кровяные клетки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B620B5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    </w:t>
      </w:r>
      <w:r w:rsidRPr="00B620B5">
        <w:rPr>
          <w:rFonts w:ascii="Times New Roman CYR" w:hAnsi="Times New Roman CYR" w:cs="Times New Roman CYR"/>
          <w:b/>
        </w:rPr>
        <w:t>4. препарат антител, образовавшихся в крови животных</w:t>
      </w:r>
    </w:p>
    <w:p w:rsidR="00F64256" w:rsidRPr="00B620B5" w:rsidRDefault="00F64256" w:rsidP="00393CB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</w:t>
      </w:r>
      <w:r w:rsidRPr="00B620B5">
        <w:rPr>
          <w:rFonts w:ascii="Times New Roman CYR" w:hAnsi="Times New Roman CYR" w:cs="Times New Roman CYR"/>
          <w:b/>
        </w:rPr>
        <w:t xml:space="preserve"> 5. красные кровяные тела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12.Не является спринтерской дистанцией</w:t>
      </w:r>
    </w:p>
    <w:p w:rsidR="00F64256" w:rsidRPr="00B620B5" w:rsidRDefault="00F64256" w:rsidP="00B652C4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А. 60м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Б. 100м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В. 200м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Г.400м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   </w:t>
      </w:r>
      <w:r w:rsidRPr="00B620B5">
        <w:rPr>
          <w:b/>
        </w:rPr>
        <w:t>Д. 800м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13.Дистанция -10000м. это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 xml:space="preserve">А. Спринтерская дистанция 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    </w:t>
      </w:r>
      <w:r w:rsidRPr="00B620B5">
        <w:rPr>
          <w:b/>
        </w:rPr>
        <w:t>Б. Стайерская дистанция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В. Марафонская дистанция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 xml:space="preserve">Г. Полу </w:t>
      </w:r>
      <w:r>
        <w:rPr>
          <w:b/>
        </w:rPr>
        <w:t>–</w:t>
      </w:r>
      <w:r w:rsidRPr="00B620B5">
        <w:rPr>
          <w:b/>
        </w:rPr>
        <w:t xml:space="preserve"> марафонская</w:t>
      </w:r>
      <w:r>
        <w:rPr>
          <w:b/>
        </w:rPr>
        <w:t xml:space="preserve"> </w:t>
      </w:r>
      <w:r w:rsidRPr="00B620B5">
        <w:rPr>
          <w:b/>
        </w:rPr>
        <w:t>дистанция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Д. Не относится не к одному из видов дистанций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14. Президентская миля, это дистанция на: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 </w:t>
      </w:r>
      <w:r w:rsidRPr="00B620B5">
        <w:rPr>
          <w:b/>
        </w:rPr>
        <w:t>А.1000м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</w:t>
      </w:r>
      <w:r w:rsidRPr="00B620B5">
        <w:rPr>
          <w:b/>
        </w:rPr>
        <w:t>Б. 1500м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   </w:t>
      </w:r>
      <w:r w:rsidRPr="00B620B5">
        <w:rPr>
          <w:b/>
        </w:rPr>
        <w:t>В.2400м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</w:t>
      </w:r>
      <w:r w:rsidRPr="00B620B5">
        <w:rPr>
          <w:b/>
        </w:rPr>
        <w:t>Г.2500м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        </w:t>
      </w:r>
      <w:r w:rsidRPr="00B620B5">
        <w:rPr>
          <w:b/>
        </w:rPr>
        <w:t>Д.3000м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15. Не является олимпийской дистанций</w:t>
      </w:r>
    </w:p>
    <w:p w:rsidR="00F64256" w:rsidRPr="00B620B5" w:rsidRDefault="00F64256" w:rsidP="000953B8">
      <w:pPr>
        <w:ind w:firstLine="708"/>
        <w:rPr>
          <w:b/>
        </w:rPr>
      </w:pPr>
      <w:r w:rsidRPr="00B620B5">
        <w:rPr>
          <w:b/>
        </w:rPr>
        <w:t>А. Бег на 800м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Б.Бег на 1000м</w:t>
      </w:r>
    </w:p>
    <w:p w:rsidR="00F64256" w:rsidRPr="00B620B5" w:rsidRDefault="00F64256" w:rsidP="000953B8">
      <w:pPr>
        <w:ind w:firstLine="708"/>
        <w:rPr>
          <w:b/>
        </w:rPr>
      </w:pPr>
      <w:r w:rsidRPr="00B620B5">
        <w:rPr>
          <w:b/>
        </w:rPr>
        <w:t>В. Бег на 3000м</w:t>
      </w:r>
    </w:p>
    <w:p w:rsidR="00F64256" w:rsidRPr="00B620B5" w:rsidRDefault="00F64256" w:rsidP="000953B8">
      <w:pPr>
        <w:ind w:firstLine="708"/>
        <w:rPr>
          <w:b/>
        </w:rPr>
      </w:pPr>
      <w:r w:rsidRPr="00B620B5">
        <w:rPr>
          <w:b/>
        </w:rPr>
        <w:t>Г.Бег на 5000м</w:t>
      </w:r>
    </w:p>
    <w:p w:rsidR="00F64256" w:rsidRPr="00B620B5" w:rsidRDefault="00F64256" w:rsidP="000953B8">
      <w:pPr>
        <w:ind w:firstLine="708"/>
        <w:rPr>
          <w:b/>
        </w:rPr>
      </w:pPr>
      <w:r w:rsidRPr="00B620B5">
        <w:rPr>
          <w:b/>
        </w:rPr>
        <w:t>Д.Бег на 10000м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16.Спортивная дисциплина,  не относящаяся к легкой атлетике: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Метание молота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Толкание ядра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В. Прыжок в длину с разбега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Прыжок в высоту с шестом</w:t>
      </w:r>
    </w:p>
    <w:p w:rsidR="00F64256" w:rsidRPr="00B620B5" w:rsidRDefault="00F64256" w:rsidP="000953B8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Д. Опорный прыжок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 xml:space="preserve">17.Пауэрлифтинг, это: 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Силовое двоеборье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Силовая гимнастика</w:t>
      </w:r>
    </w:p>
    <w:p w:rsidR="00F64256" w:rsidRPr="00B620B5" w:rsidRDefault="00F64256" w:rsidP="000953B8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В. Силовое троеборье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Силовое пятиборье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Д. Атлетическая гимнастика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18. Является соревновательным упражнением в пауэрлифтинге: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А. Приседания со штангой на плечах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Приседания со штангой на груди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В. Становая тяга с плинтов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Жим лежа на наклонной скамье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Д. Жим узким хватом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 xml:space="preserve">19.Размер помоста для проведения соревнований по тяж. атлетике 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А. </w:t>
      </w:r>
      <w:r>
        <w:rPr>
          <w:b/>
        </w:rPr>
        <w:t>5,5х2,5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Б. </w:t>
      </w:r>
      <w:r>
        <w:rPr>
          <w:b/>
        </w:rPr>
        <w:t>4,5х4,0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В. </w:t>
      </w:r>
      <w:r>
        <w:rPr>
          <w:b/>
        </w:rPr>
        <w:t>3,5х4,5</w:t>
      </w:r>
    </w:p>
    <w:p w:rsidR="00F64256" w:rsidRPr="00B620B5" w:rsidRDefault="00F64256" w:rsidP="000953B8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 xml:space="preserve">Г. </w:t>
      </w:r>
      <w:r>
        <w:rPr>
          <w:b/>
        </w:rPr>
        <w:t>2,5х2,5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Д. </w:t>
      </w:r>
      <w:r>
        <w:rPr>
          <w:b/>
        </w:rPr>
        <w:t>5,0х5,0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20.В пауэрлифтингесреди мужчинвесовых категорий: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7</w:t>
      </w:r>
    </w:p>
    <w:p w:rsidR="00F64256" w:rsidRPr="00B620B5" w:rsidRDefault="00F64256" w:rsidP="00802C0B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Б. 8</w:t>
      </w:r>
    </w:p>
    <w:p w:rsidR="00F64256" w:rsidRPr="00B620B5" w:rsidRDefault="00F64256" w:rsidP="000953B8">
      <w:pPr>
        <w:rPr>
          <w:b/>
        </w:rPr>
      </w:pPr>
      <w:r>
        <w:rPr>
          <w:b/>
        </w:rPr>
        <w:tab/>
      </w:r>
      <w:r w:rsidRPr="00B620B5">
        <w:rPr>
          <w:b/>
        </w:rPr>
        <w:t>В.9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Г.10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Д.11</w:t>
      </w:r>
    </w:p>
    <w:p w:rsidR="00F64256" w:rsidRPr="00B620B5" w:rsidRDefault="00F64256">
      <w:pPr>
        <w:rPr>
          <w:b/>
        </w:rPr>
      </w:pPr>
    </w:p>
    <w:p w:rsidR="00F64256" w:rsidRPr="00B620B5" w:rsidRDefault="00F64256" w:rsidP="00E22E0B">
      <w:pPr>
        <w:rPr>
          <w:b/>
        </w:rPr>
      </w:pPr>
      <w:r w:rsidRPr="00B620B5">
        <w:rPr>
          <w:b/>
        </w:rPr>
        <w:t>21.В пауэрлифтинге среди женщинвесовых категорий:</w:t>
      </w:r>
    </w:p>
    <w:p w:rsidR="00F64256" w:rsidRPr="00B620B5" w:rsidRDefault="00F64256" w:rsidP="000953B8">
      <w:pPr>
        <w:ind w:left="708"/>
        <w:rPr>
          <w:b/>
        </w:rPr>
      </w:pP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5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6</w:t>
      </w:r>
    </w:p>
    <w:p w:rsidR="00F64256" w:rsidRPr="00B620B5" w:rsidRDefault="00F64256" w:rsidP="000953B8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В. 7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8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Д. 9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22.Последовательность  выполнения упражнений  в пауэрлифтинге: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Жим лежа, ст. тяга, приседаниясо штангой на плечах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Ст. тяга, ст. тяга, приседаниясо штангой на плечах</w:t>
      </w:r>
    </w:p>
    <w:p w:rsidR="00F64256" w:rsidRPr="00B620B5" w:rsidRDefault="00F64256" w:rsidP="000953B8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В. Приседаниясо штангой на плечах, жим лежа, ст. тяга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Жим лежа, приседания со штангой на плечах, ст. тяга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Д. Приседания со штангой на плечах, ст. тяга, ст. тяга</w:t>
      </w:r>
    </w:p>
    <w:p w:rsidR="00F64256" w:rsidRPr="00B620B5" w:rsidRDefault="00F64256">
      <w:pPr>
        <w:rPr>
          <w:b/>
        </w:rPr>
      </w:pPr>
    </w:p>
    <w:p w:rsidR="00F64256" w:rsidRPr="00B620B5" w:rsidRDefault="00F64256" w:rsidP="00922FC4">
      <w:pPr>
        <w:rPr>
          <w:b/>
        </w:rPr>
      </w:pPr>
    </w:p>
    <w:p w:rsidR="00F64256" w:rsidRPr="00B620B5" w:rsidRDefault="00F64256" w:rsidP="00922FC4">
      <w:pPr>
        <w:rPr>
          <w:b/>
        </w:rPr>
      </w:pPr>
      <w:r w:rsidRPr="00B620B5">
        <w:rPr>
          <w:b/>
        </w:rPr>
        <w:t>23. Длина соревновательного грифа в пауэрлифтинге:</w:t>
      </w:r>
    </w:p>
    <w:p w:rsidR="00F64256" w:rsidRPr="00B620B5" w:rsidRDefault="00F64256" w:rsidP="00922FC4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Pr="00B620B5">
        <w:rPr>
          <w:b/>
        </w:rPr>
        <w:t xml:space="preserve">А. Составляет </w:t>
      </w:r>
      <w:smartTag w:uri="urn:schemas-microsoft-com:office:smarttags" w:element="metricconverter">
        <w:smartTagPr>
          <w:attr w:name="ProductID" w:val="2.3 м"/>
        </w:smartTagPr>
        <w:r w:rsidRPr="00B620B5">
          <w:rPr>
            <w:b/>
          </w:rPr>
          <w:t>2.3 м</w:t>
        </w:r>
      </w:smartTag>
      <w:r w:rsidRPr="00B620B5"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Б. Составляет </w:t>
      </w:r>
      <w:smartTag w:uri="urn:schemas-microsoft-com:office:smarttags" w:element="metricconverter">
        <w:smartTagPr>
          <w:attr w:name="ProductID" w:val="1.3 м"/>
        </w:smartTagPr>
        <w:r w:rsidRPr="00B620B5">
          <w:rPr>
            <w:b/>
          </w:rPr>
          <w:t>1.3 м</w:t>
        </w:r>
      </w:smartTag>
      <w:r w:rsidRPr="00B620B5">
        <w:rPr>
          <w:b/>
        </w:rPr>
        <w:t>;</w:t>
      </w:r>
    </w:p>
    <w:p w:rsidR="00F64256" w:rsidRPr="00B620B5" w:rsidRDefault="00F64256" w:rsidP="00802C0B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 xml:space="preserve">В. Составляет  </w:t>
      </w:r>
      <w:smartTag w:uri="urn:schemas-microsoft-com:office:smarttags" w:element="metricconverter">
        <w:smartTagPr>
          <w:attr w:name="ProductID" w:val="2.2 м"/>
        </w:smartTagPr>
        <w:r w:rsidRPr="00B620B5">
          <w:rPr>
            <w:b/>
          </w:rPr>
          <w:t>2.2 м</w:t>
        </w:r>
      </w:smartTag>
      <w:r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Г. Составляет </w:t>
      </w:r>
      <w:smartTag w:uri="urn:schemas-microsoft-com:office:smarttags" w:element="metricconverter">
        <w:smartTagPr>
          <w:attr w:name="ProductID" w:val="2.0 м"/>
        </w:smartTagPr>
        <w:r w:rsidRPr="00B620B5">
          <w:rPr>
            <w:b/>
          </w:rPr>
          <w:t>2.0 м</w:t>
        </w:r>
      </w:smartTag>
      <w:r w:rsidRPr="00B620B5"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Д. Составляет  </w:t>
      </w:r>
      <w:smartTag w:uri="urn:schemas-microsoft-com:office:smarttags" w:element="metricconverter">
        <w:smartTagPr>
          <w:attr w:name="ProductID" w:val="1.5 м"/>
        </w:smartTagPr>
        <w:r w:rsidRPr="00B620B5">
          <w:rPr>
            <w:b/>
          </w:rPr>
          <w:t>1.5 м</w:t>
        </w:r>
      </w:smartTag>
      <w:r w:rsidRPr="00B620B5">
        <w:rPr>
          <w:b/>
        </w:rPr>
        <w:t>.</w:t>
      </w:r>
    </w:p>
    <w:p w:rsidR="00F64256" w:rsidRPr="00B620B5" w:rsidRDefault="00F64256" w:rsidP="00C42625">
      <w:pPr>
        <w:ind w:left="360"/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24. Не является ходом в классических  лыжных гонках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А. Одновременый одношажный ход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Б. Однровременный двухжажный ход</w:t>
      </w:r>
    </w:p>
    <w:p w:rsidR="00F64256" w:rsidRPr="00B620B5" w:rsidRDefault="00F64256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>В. Одновременный трехшажный ход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>Г. Одновременный безшажный ход</w:t>
      </w:r>
    </w:p>
    <w:p w:rsidR="00F64256" w:rsidRPr="00B620B5" w:rsidRDefault="00F64256" w:rsidP="000953B8">
      <w:pPr>
        <w:ind w:left="708"/>
        <w:rPr>
          <w:b/>
        </w:rPr>
      </w:pPr>
      <w:r>
        <w:rPr>
          <w:b/>
        </w:rPr>
        <w:t>Д. Попеременный двух</w:t>
      </w:r>
      <w:r w:rsidRPr="00B620B5">
        <w:rPr>
          <w:b/>
        </w:rPr>
        <w:t>шажный  ход</w:t>
      </w:r>
    </w:p>
    <w:p w:rsidR="00F64256" w:rsidRPr="00B620B5" w:rsidRDefault="00F64256">
      <w:pPr>
        <w:rPr>
          <w:b/>
        </w:rPr>
      </w:pPr>
    </w:p>
    <w:p w:rsidR="00F64256" w:rsidRPr="00B620B5" w:rsidRDefault="00F64256" w:rsidP="00922FC4">
      <w:pPr>
        <w:rPr>
          <w:b/>
        </w:rPr>
      </w:pPr>
      <w:r w:rsidRPr="00B620B5">
        <w:rPr>
          <w:b/>
        </w:rPr>
        <w:t>25. Высота скамьи для жима лежа составляет:</w:t>
      </w:r>
    </w:p>
    <w:p w:rsidR="00F64256" w:rsidRPr="00B620B5" w:rsidRDefault="00F64256" w:rsidP="00922FC4">
      <w:pPr>
        <w:rPr>
          <w:b/>
        </w:rPr>
      </w:pPr>
      <w:r>
        <w:rPr>
          <w:b/>
        </w:rPr>
        <w:t xml:space="preserve">П- </w:t>
      </w:r>
      <w:r>
        <w:rPr>
          <w:b/>
        </w:rPr>
        <w:tab/>
      </w:r>
      <w:r w:rsidRPr="00B620B5">
        <w:rPr>
          <w:b/>
        </w:rPr>
        <w:t xml:space="preserve">А. не менее </w:t>
      </w:r>
      <w:smartTag w:uri="urn:schemas-microsoft-com:office:smarttags" w:element="metricconverter">
        <w:smartTagPr>
          <w:attr w:name="ProductID" w:val="42 см"/>
        </w:smartTagPr>
        <w:r w:rsidRPr="00B620B5">
          <w:rPr>
            <w:b/>
          </w:rPr>
          <w:t>42 см</w:t>
        </w:r>
      </w:smartTag>
      <w:r w:rsidRPr="00B620B5">
        <w:rPr>
          <w:b/>
        </w:rPr>
        <w:t xml:space="preserve"> и не более 45 см*;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Б. не менее </w:t>
      </w:r>
      <w:smartTag w:uri="urn:schemas-microsoft-com:office:smarttags" w:element="metricconverter">
        <w:smartTagPr>
          <w:attr w:name="ProductID" w:val="43 см"/>
        </w:smartTagPr>
        <w:r w:rsidRPr="00B620B5">
          <w:rPr>
            <w:b/>
          </w:rPr>
          <w:t>43 см</w:t>
        </w:r>
      </w:smartTag>
      <w:r w:rsidRPr="00B620B5">
        <w:rPr>
          <w:b/>
        </w:rPr>
        <w:t xml:space="preserve"> и не более </w:t>
      </w:r>
      <w:smartTag w:uri="urn:schemas-microsoft-com:office:smarttags" w:element="metricconverter">
        <w:smartTagPr>
          <w:attr w:name="ProductID" w:val="47 см"/>
        </w:smartTagPr>
        <w:r w:rsidRPr="00B620B5">
          <w:rPr>
            <w:b/>
          </w:rPr>
          <w:t>47 см</w:t>
        </w:r>
      </w:smartTag>
      <w:r w:rsidRPr="00B620B5"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В. не менее </w:t>
      </w:r>
      <w:smartTag w:uri="urn:schemas-microsoft-com:office:smarttags" w:element="metricconverter">
        <w:smartTagPr>
          <w:attr w:name="ProductID" w:val="46 см"/>
        </w:smartTagPr>
        <w:r w:rsidRPr="00B620B5">
          <w:rPr>
            <w:b/>
          </w:rPr>
          <w:t>46 см</w:t>
        </w:r>
      </w:smartTag>
      <w:r w:rsidRPr="00B620B5">
        <w:rPr>
          <w:b/>
        </w:rPr>
        <w:t xml:space="preserve"> и не более </w:t>
      </w:r>
      <w:smartTag w:uri="urn:schemas-microsoft-com:office:smarttags" w:element="metricconverter">
        <w:smartTagPr>
          <w:attr w:name="ProductID" w:val="48 см"/>
        </w:smartTagPr>
        <w:r w:rsidRPr="00B620B5">
          <w:rPr>
            <w:b/>
          </w:rPr>
          <w:t>48 см</w:t>
        </w:r>
      </w:smartTag>
      <w:r w:rsidRPr="00B620B5"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Г. не менее </w:t>
      </w:r>
      <w:smartTag w:uri="urn:schemas-microsoft-com:office:smarttags" w:element="metricconverter">
        <w:smartTagPr>
          <w:attr w:name="ProductID" w:val="50 см"/>
        </w:smartTagPr>
        <w:r w:rsidRPr="00B620B5">
          <w:rPr>
            <w:b/>
          </w:rPr>
          <w:t>50 см</w:t>
        </w:r>
      </w:smartTag>
      <w:r w:rsidRPr="00B620B5">
        <w:rPr>
          <w:b/>
        </w:rPr>
        <w:t xml:space="preserve"> и не более </w:t>
      </w:r>
      <w:smartTag w:uri="urn:schemas-microsoft-com:office:smarttags" w:element="metricconverter">
        <w:smartTagPr>
          <w:attr w:name="ProductID" w:val="55 см"/>
        </w:smartTagPr>
        <w:r w:rsidRPr="00B620B5">
          <w:rPr>
            <w:b/>
          </w:rPr>
          <w:t>55 см</w:t>
        </w:r>
      </w:smartTag>
      <w:r w:rsidRPr="00B620B5">
        <w:rPr>
          <w:b/>
        </w:rPr>
        <w:t>;</w:t>
      </w:r>
    </w:p>
    <w:p w:rsidR="00F64256" w:rsidRPr="00B620B5" w:rsidRDefault="00F64256" w:rsidP="000953B8">
      <w:pPr>
        <w:ind w:left="708"/>
        <w:rPr>
          <w:b/>
        </w:rPr>
      </w:pPr>
      <w:r w:rsidRPr="00B620B5">
        <w:rPr>
          <w:b/>
        </w:rPr>
        <w:t xml:space="preserve">Д. не менее </w:t>
      </w:r>
      <w:smartTag w:uri="urn:schemas-microsoft-com:office:smarttags" w:element="metricconverter">
        <w:smartTagPr>
          <w:attr w:name="ProductID" w:val="44 см"/>
        </w:smartTagPr>
        <w:r w:rsidRPr="00B620B5">
          <w:rPr>
            <w:b/>
          </w:rPr>
          <w:t>44 см</w:t>
        </w:r>
      </w:smartTag>
      <w:r w:rsidRPr="00B620B5">
        <w:rPr>
          <w:b/>
        </w:rPr>
        <w:t xml:space="preserve"> и не более </w:t>
      </w:r>
      <w:smartTag w:uri="urn:schemas-microsoft-com:office:smarttags" w:element="metricconverter">
        <w:smartTagPr>
          <w:attr w:name="ProductID" w:val="49 см"/>
        </w:smartTagPr>
        <w:r w:rsidRPr="00B620B5">
          <w:rPr>
            <w:b/>
          </w:rPr>
          <w:t>49 см</w:t>
        </w:r>
      </w:smartTag>
      <w:r w:rsidRPr="00B620B5">
        <w:rPr>
          <w:b/>
        </w:rPr>
        <w:t>.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>Составитель ст. преподаватель  А.Белегов  ______________________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  <w:r w:rsidRPr="00B620B5">
        <w:rPr>
          <w:b/>
        </w:rPr>
        <w:t xml:space="preserve">Зав. кафедрой ФК:                         Б.Аубакиров </w:t>
      </w: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p w:rsidR="00F64256" w:rsidRPr="00B620B5" w:rsidRDefault="00F64256">
      <w:pPr>
        <w:rPr>
          <w:b/>
        </w:rPr>
      </w:pPr>
    </w:p>
    <w:sectPr w:rsidR="00F64256" w:rsidRPr="00B620B5" w:rsidSect="0068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C2E"/>
    <w:rsid w:val="00052189"/>
    <w:rsid w:val="000953B8"/>
    <w:rsid w:val="000A0FD4"/>
    <w:rsid w:val="00126A87"/>
    <w:rsid w:val="003611BB"/>
    <w:rsid w:val="00393CB0"/>
    <w:rsid w:val="00447A4A"/>
    <w:rsid w:val="0049056C"/>
    <w:rsid w:val="00681BEE"/>
    <w:rsid w:val="006D2888"/>
    <w:rsid w:val="007A7358"/>
    <w:rsid w:val="007D1FE7"/>
    <w:rsid w:val="007E1233"/>
    <w:rsid w:val="007F7933"/>
    <w:rsid w:val="00802C0B"/>
    <w:rsid w:val="008454F2"/>
    <w:rsid w:val="008B5C2E"/>
    <w:rsid w:val="008F526F"/>
    <w:rsid w:val="00912E58"/>
    <w:rsid w:val="00922FC4"/>
    <w:rsid w:val="009C200E"/>
    <w:rsid w:val="009C3DAB"/>
    <w:rsid w:val="00A83389"/>
    <w:rsid w:val="00A92FC9"/>
    <w:rsid w:val="00AC2F2B"/>
    <w:rsid w:val="00B0738A"/>
    <w:rsid w:val="00B17316"/>
    <w:rsid w:val="00B319ED"/>
    <w:rsid w:val="00B620B5"/>
    <w:rsid w:val="00B652C4"/>
    <w:rsid w:val="00B87E8B"/>
    <w:rsid w:val="00C419F1"/>
    <w:rsid w:val="00C42625"/>
    <w:rsid w:val="00CC60B6"/>
    <w:rsid w:val="00D926B0"/>
    <w:rsid w:val="00E10BBC"/>
    <w:rsid w:val="00E22E0B"/>
    <w:rsid w:val="00F6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CB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4</Pages>
  <Words>701</Words>
  <Characters>3996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N53SvБелегов</dc:creator>
  <cp:keywords/>
  <dc:description/>
  <cp:lastModifiedBy>XTreme</cp:lastModifiedBy>
  <cp:revision>15</cp:revision>
  <cp:lastPrinted>2012-03-20T11:02:00Z</cp:lastPrinted>
  <dcterms:created xsi:type="dcterms:W3CDTF">2012-01-26T04:49:00Z</dcterms:created>
  <dcterms:modified xsi:type="dcterms:W3CDTF">2012-03-27T09:29:00Z</dcterms:modified>
</cp:coreProperties>
</file>